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81"/>
        <w:gridCol w:w="1813"/>
        <w:gridCol w:w="1813"/>
        <w:gridCol w:w="2072"/>
        <w:gridCol w:w="2127"/>
        <w:gridCol w:w="2126"/>
        <w:gridCol w:w="2028"/>
        <w:gridCol w:w="1162"/>
      </w:tblGrid>
      <w:tr w:rsidR="00806C01" w:rsidRPr="006178CE" w:rsidTr="00C464FC">
        <w:tc>
          <w:tcPr>
            <w:tcW w:w="1781" w:type="dxa"/>
          </w:tcPr>
          <w:p w:rsidR="001F691C" w:rsidRPr="001F691C" w:rsidRDefault="001F691C" w:rsidP="001F691C">
            <w:pPr>
              <w:jc w:val="center"/>
              <w:rPr>
                <w:b/>
                <w:lang w:val="en-US"/>
              </w:rPr>
            </w:pPr>
            <w:bookmarkStart w:id="0" w:name="_GoBack"/>
            <w:bookmarkEnd w:id="0"/>
            <w:r w:rsidRPr="001F691C">
              <w:rPr>
                <w:b/>
                <w:lang w:val="en-US"/>
              </w:rPr>
              <w:t>Indicator</w:t>
            </w:r>
          </w:p>
        </w:tc>
        <w:tc>
          <w:tcPr>
            <w:tcW w:w="1813" w:type="dxa"/>
          </w:tcPr>
          <w:p w:rsidR="001F691C" w:rsidRPr="00A27465" w:rsidRDefault="00536452" w:rsidP="001F691C">
            <w:pPr>
              <w:jc w:val="center"/>
              <w:rPr>
                <w:b/>
                <w:lang w:val="en-US"/>
              </w:rPr>
            </w:pPr>
            <w:r w:rsidRPr="00A27465">
              <w:rPr>
                <w:b/>
                <w:lang w:val="en-US"/>
              </w:rPr>
              <w:t>Week 24</w:t>
            </w:r>
          </w:p>
        </w:tc>
        <w:tc>
          <w:tcPr>
            <w:tcW w:w="1813" w:type="dxa"/>
          </w:tcPr>
          <w:p w:rsidR="006F696E" w:rsidRPr="001F691C" w:rsidRDefault="001B7874" w:rsidP="001F691C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Week 25</w:t>
            </w:r>
          </w:p>
        </w:tc>
        <w:tc>
          <w:tcPr>
            <w:tcW w:w="2072" w:type="dxa"/>
          </w:tcPr>
          <w:p w:rsidR="007432E0" w:rsidRPr="001F691C" w:rsidRDefault="004B48F8" w:rsidP="001F691C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Week 26</w:t>
            </w:r>
          </w:p>
        </w:tc>
        <w:tc>
          <w:tcPr>
            <w:tcW w:w="2127" w:type="dxa"/>
          </w:tcPr>
          <w:p w:rsidR="006178CE" w:rsidRPr="00861282" w:rsidRDefault="006178CE" w:rsidP="005711A4">
            <w:pPr>
              <w:jc w:val="center"/>
              <w:rPr>
                <w:lang w:val="en-US"/>
              </w:rPr>
            </w:pPr>
          </w:p>
        </w:tc>
        <w:tc>
          <w:tcPr>
            <w:tcW w:w="2126" w:type="dxa"/>
          </w:tcPr>
          <w:p w:rsidR="006178CE" w:rsidRPr="006178CE" w:rsidRDefault="006178CE" w:rsidP="005711A4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028" w:type="dxa"/>
          </w:tcPr>
          <w:p w:rsidR="00C464FC" w:rsidRPr="00C464FC" w:rsidRDefault="00C464FC" w:rsidP="005711A4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162" w:type="dxa"/>
          </w:tcPr>
          <w:p w:rsidR="006F696E" w:rsidRPr="008D2F53" w:rsidRDefault="006F696E" w:rsidP="006F696E">
            <w:pPr>
              <w:jc w:val="center"/>
              <w:rPr>
                <w:lang w:val="en-US"/>
              </w:rPr>
            </w:pPr>
          </w:p>
        </w:tc>
      </w:tr>
      <w:tr w:rsidR="001164CE" w:rsidRPr="001B7874" w:rsidTr="00C464FC">
        <w:trPr>
          <w:trHeight w:val="1620"/>
        </w:trPr>
        <w:tc>
          <w:tcPr>
            <w:tcW w:w="1781" w:type="dxa"/>
            <w:tcBorders>
              <w:bottom w:val="single" w:sz="4" w:space="0" w:color="auto"/>
            </w:tcBorders>
          </w:tcPr>
          <w:p w:rsidR="001164CE" w:rsidRPr="001164CE" w:rsidRDefault="001164CE" w:rsidP="001F691C">
            <w:pPr>
              <w:pStyle w:val="NoSpacing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-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Shows </w:t>
            </w:r>
            <w:r w:rsidRPr="00B24AD9">
              <w:rPr>
                <w:rFonts w:ascii="Calibri" w:hAnsi="Calibri" w:cs="MyriadPro-Regular"/>
                <w:sz w:val="20"/>
                <w:szCs w:val="20"/>
                <w:lang w:val="en-US" w:eastAsia="en-US"/>
              </w:rPr>
              <w:t>understanding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by following </w:t>
            </w:r>
            <w:r w:rsidRPr="00B24AD9">
              <w:rPr>
                <w:rFonts w:ascii="Calibri" w:hAnsi="Calibri" w:cs="MyriadPro-Regular"/>
                <w:sz w:val="20"/>
                <w:szCs w:val="20"/>
                <w:lang w:val="en-US" w:eastAsia="en-US"/>
              </w:rPr>
              <w:t xml:space="preserve">more complex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classroom </w:t>
            </w:r>
            <w:r w:rsidRPr="00B24AD9">
              <w:rPr>
                <w:rFonts w:ascii="Calibri" w:hAnsi="Calibri" w:cs="MyriadPro-Regular"/>
                <w:sz w:val="20"/>
                <w:szCs w:val="20"/>
                <w:lang w:val="en-US" w:eastAsia="en-US"/>
              </w:rPr>
              <w:t>instructions</w:t>
            </w: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536452" w:rsidRPr="001164CE" w:rsidRDefault="00536452" w:rsidP="001F691C">
            <w:pPr>
              <w:pStyle w:val="NoSpacing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1164CE" w:rsidRPr="00F05C6E" w:rsidRDefault="00F05C6E" w:rsidP="001F691C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CD156A">
              <w:rPr>
                <w:rFonts w:asciiTheme="minorHAnsi" w:hAnsiTheme="minorHAnsi" w:cstheme="minorHAnsi"/>
                <w:b/>
                <w:sz w:val="22"/>
                <w:szCs w:val="20"/>
                <w:lang w:val="en-US"/>
              </w:rPr>
              <w:t>Game with boards ½ groups</w:t>
            </w:r>
          </w:p>
        </w:tc>
        <w:tc>
          <w:tcPr>
            <w:tcW w:w="2072" w:type="dxa"/>
            <w:tcBorders>
              <w:bottom w:val="single" w:sz="4" w:space="0" w:color="auto"/>
            </w:tcBorders>
          </w:tcPr>
          <w:p w:rsidR="001164CE" w:rsidRPr="00B34852" w:rsidRDefault="001164CE" w:rsidP="00B34852">
            <w:pPr>
              <w:rPr>
                <w:b/>
                <w:lang w:val="en-US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1164CE" w:rsidRPr="005A600A" w:rsidRDefault="001164CE">
            <w:pPr>
              <w:rPr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164CE" w:rsidRPr="005A600A" w:rsidRDefault="001164CE">
            <w:pPr>
              <w:rPr>
                <w:lang w:val="en-US"/>
              </w:rPr>
            </w:pPr>
          </w:p>
        </w:tc>
        <w:tc>
          <w:tcPr>
            <w:tcW w:w="2028" w:type="dxa"/>
            <w:tcBorders>
              <w:bottom w:val="single" w:sz="4" w:space="0" w:color="auto"/>
            </w:tcBorders>
          </w:tcPr>
          <w:p w:rsidR="001164CE" w:rsidRPr="005A600A" w:rsidRDefault="001164CE" w:rsidP="00C464FC">
            <w:pPr>
              <w:rPr>
                <w:lang w:val="en-US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:rsidR="001164CE" w:rsidRPr="005A600A" w:rsidRDefault="001164CE" w:rsidP="00FA2415">
            <w:pPr>
              <w:rPr>
                <w:lang w:val="en-US"/>
              </w:rPr>
            </w:pPr>
          </w:p>
        </w:tc>
      </w:tr>
      <w:tr w:rsidR="00806C01" w:rsidRPr="004B48F8" w:rsidTr="00C464FC">
        <w:trPr>
          <w:trHeight w:val="1266"/>
        </w:trPr>
        <w:tc>
          <w:tcPr>
            <w:tcW w:w="1781" w:type="dxa"/>
            <w:tcBorders>
              <w:bottom w:val="single" w:sz="4" w:space="0" w:color="auto"/>
            </w:tcBorders>
          </w:tcPr>
          <w:p w:rsidR="001F691C" w:rsidRPr="006178CE" w:rsidRDefault="001F691C" w:rsidP="001F691C">
            <w:pPr>
              <w:pStyle w:val="NoSpacing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178C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-Listens to and recognizes words in sentences, in poems, rhymes, tongue-twisters and songs</w:t>
            </w:r>
            <w:r w:rsidRPr="006178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</w:p>
          <w:p w:rsidR="001F691C" w:rsidRPr="006178CE" w:rsidRDefault="001F691C" w:rsidP="001F691C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6178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-Uses simple phrases in context to communicate, applying new vocabulary (answers WH questions showing understanding).</w:t>
            </w:r>
            <w:r w:rsidRPr="006178C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1F691C" w:rsidRPr="006178CE" w:rsidRDefault="001F691C" w:rsidP="001F691C">
            <w:pPr>
              <w:pStyle w:val="NoSpacing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  <w:r w:rsidRPr="006178C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6178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Identifies the meaning of images, logos and familiar signs found in illustrations, picture books, reference books and stories.</w:t>
            </w:r>
            <w:r w:rsidRPr="006178C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1F691C" w:rsidRPr="006178CE" w:rsidRDefault="001F691C" w:rsidP="001F691C">
            <w:pPr>
              <w:pStyle w:val="NoSpacing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178C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-Identifies </w:t>
            </w:r>
            <w:r w:rsidRPr="006178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some of the elements of a story (characters-setting). </w:t>
            </w:r>
          </w:p>
          <w:p w:rsidR="001F691C" w:rsidRPr="006178CE" w:rsidRDefault="001F691C" w:rsidP="001F691C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6178C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-Makes connections between personal experience and </w:t>
            </w:r>
            <w:r w:rsidRPr="006178C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en-US"/>
              </w:rPr>
              <w:t>story book characters.</w:t>
            </w:r>
            <w:r w:rsidRPr="006178C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1F691C" w:rsidRPr="006178CE" w:rsidRDefault="001F691C" w:rsidP="001F691C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6178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-Reads and understands high frequency words.</w:t>
            </w:r>
          </w:p>
          <w:p w:rsidR="001F691C" w:rsidRPr="006178CE" w:rsidRDefault="001F691C" w:rsidP="001F691C">
            <w:pPr>
              <w:pStyle w:val="NoSpacing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1F691C" w:rsidRPr="006178CE" w:rsidRDefault="001F691C" w:rsidP="001F691C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536452" w:rsidRDefault="00536452" w:rsidP="00536452">
            <w:pPr>
              <w:rPr>
                <w:b/>
                <w:lang w:val="en-US"/>
              </w:rPr>
            </w:pPr>
            <w:r w:rsidRPr="00C464FC">
              <w:rPr>
                <w:b/>
                <w:lang w:val="en-US"/>
              </w:rPr>
              <w:lastRenderedPageBreak/>
              <w:t>Stations:</w:t>
            </w:r>
          </w:p>
          <w:p w:rsidR="00536452" w:rsidRDefault="00536452" w:rsidP="0053645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-Interactive chart</w:t>
            </w:r>
          </w:p>
          <w:p w:rsidR="00536452" w:rsidRDefault="00536452" w:rsidP="0053645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(chosen poem or song for assembly)</w:t>
            </w:r>
          </w:p>
          <w:p w:rsidR="00536452" w:rsidRDefault="00536452" w:rsidP="00536452">
            <w:pPr>
              <w:rPr>
                <w:rStyle w:val="Hyperlink"/>
                <w:rFonts w:ascii="Verdana" w:hAnsi="Verdana"/>
                <w:b/>
                <w:color w:val="000000" w:themeColor="text1"/>
                <w:sz w:val="16"/>
                <w:szCs w:val="16"/>
                <w:u w:val="none"/>
                <w:lang w:val="en-GB"/>
              </w:rPr>
            </w:pPr>
            <w:r>
              <w:rPr>
                <w:rStyle w:val="Hyperlink"/>
                <w:rFonts w:ascii="Verdana" w:hAnsi="Verdana"/>
                <w:b/>
                <w:color w:val="000000" w:themeColor="text1"/>
                <w:sz w:val="16"/>
                <w:szCs w:val="16"/>
                <w:u w:val="none"/>
                <w:lang w:val="en-GB"/>
              </w:rPr>
              <w:t xml:space="preserve"> -Survey </w:t>
            </w:r>
          </w:p>
          <w:p w:rsidR="009D55ED" w:rsidRPr="009D55ED" w:rsidRDefault="009D55ED" w:rsidP="009D55ED">
            <w:pPr>
              <w:pStyle w:val="NoSpacing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9D55ED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 xml:space="preserve">How the different visual texts help people organise themselves? </w:t>
            </w:r>
          </w:p>
          <w:p w:rsidR="00536452" w:rsidRDefault="00536452" w:rsidP="0053645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-computer</w:t>
            </w:r>
          </w:p>
          <w:p w:rsidR="00536452" w:rsidRDefault="00536452" w:rsidP="0053645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-Link </w:t>
            </w:r>
            <w:proofErr w:type="spellStart"/>
            <w:r>
              <w:rPr>
                <w:b/>
                <w:lang w:val="en-US"/>
              </w:rPr>
              <w:t>B.sounds</w:t>
            </w:r>
            <w:proofErr w:type="spellEnd"/>
          </w:p>
          <w:p w:rsidR="00536452" w:rsidRDefault="00843566" w:rsidP="00536452">
            <w:pPr>
              <w:rPr>
                <w:rStyle w:val="Hyperlink"/>
                <w:rFonts w:ascii="Verdana" w:hAnsi="Verdana"/>
                <w:b/>
                <w:sz w:val="16"/>
                <w:szCs w:val="16"/>
                <w:lang w:val="en-GB"/>
              </w:rPr>
            </w:pPr>
            <w:hyperlink r:id="rId7" w:history="1">
              <w:r w:rsidR="00536452" w:rsidRPr="00972A6C">
                <w:rPr>
                  <w:rStyle w:val="Hyperlink"/>
                  <w:rFonts w:ascii="Verdana" w:hAnsi="Verdana"/>
                  <w:b/>
                  <w:sz w:val="16"/>
                  <w:szCs w:val="16"/>
                  <w:lang w:val="en-GB"/>
                </w:rPr>
                <w:t>http://professorgarfield.org/Phonemics/chickenCoop.html</w:t>
              </w:r>
            </w:hyperlink>
          </w:p>
          <w:p w:rsidR="00536452" w:rsidRDefault="00536452" w:rsidP="00536452">
            <w:pPr>
              <w:rPr>
                <w:rStyle w:val="Hyperlink"/>
                <w:rFonts w:ascii="Verdana" w:hAnsi="Verdana"/>
                <w:b/>
                <w:color w:val="000000" w:themeColor="text1"/>
                <w:sz w:val="16"/>
                <w:szCs w:val="16"/>
                <w:u w:val="none"/>
                <w:lang w:val="en-GB"/>
              </w:rPr>
            </w:pPr>
            <w:r w:rsidRPr="00C464FC">
              <w:rPr>
                <w:rStyle w:val="Hyperlink"/>
                <w:rFonts w:ascii="Verdana" w:hAnsi="Verdana"/>
                <w:b/>
                <w:sz w:val="16"/>
                <w:szCs w:val="16"/>
                <w:u w:val="none"/>
                <w:lang w:val="en-GB"/>
              </w:rPr>
              <w:t>-</w:t>
            </w:r>
            <w:r w:rsidRPr="00C464FC">
              <w:rPr>
                <w:rStyle w:val="Hyperlink"/>
                <w:rFonts w:ascii="Verdana" w:hAnsi="Verdana"/>
                <w:b/>
                <w:color w:val="000000" w:themeColor="text1"/>
                <w:sz w:val="16"/>
                <w:szCs w:val="16"/>
                <w:u w:val="none"/>
                <w:lang w:val="en-GB"/>
              </w:rPr>
              <w:t>Writing</w:t>
            </w:r>
            <w:r>
              <w:rPr>
                <w:rStyle w:val="Hyperlink"/>
                <w:rFonts w:ascii="Verdana" w:hAnsi="Verdana"/>
                <w:b/>
                <w:color w:val="000000" w:themeColor="text1"/>
                <w:sz w:val="16"/>
                <w:szCs w:val="16"/>
                <w:u w:val="none"/>
                <w:lang w:val="en-GB"/>
              </w:rPr>
              <w:t xml:space="preserve"> (cards)</w:t>
            </w:r>
          </w:p>
          <w:p w:rsidR="00536452" w:rsidRPr="00536452" w:rsidRDefault="00536452" w:rsidP="00536452">
            <w:pPr>
              <w:rPr>
                <w:rStyle w:val="Hyperlink"/>
                <w:rFonts w:ascii="Verdana" w:hAnsi="Verdana"/>
                <w:b/>
                <w:color w:val="000000" w:themeColor="text1"/>
                <w:sz w:val="16"/>
                <w:szCs w:val="16"/>
                <w:lang w:val="en-GB"/>
              </w:rPr>
            </w:pPr>
            <w:r w:rsidRPr="00536452">
              <w:rPr>
                <w:rStyle w:val="Hyperlink"/>
                <w:rFonts w:ascii="Verdana" w:hAnsi="Verdana"/>
                <w:b/>
                <w:color w:val="FF0000"/>
                <w:sz w:val="16"/>
                <w:szCs w:val="16"/>
                <w:u w:val="none"/>
                <w:lang w:val="en-GB"/>
              </w:rPr>
              <w:t xml:space="preserve"> </w:t>
            </w:r>
            <w:r>
              <w:rPr>
                <w:rStyle w:val="Hyperlink"/>
                <w:rFonts w:ascii="Verdana" w:hAnsi="Verdana"/>
                <w:b/>
                <w:sz w:val="16"/>
                <w:szCs w:val="16"/>
                <w:lang w:val="en-GB"/>
              </w:rPr>
              <w:t>-</w:t>
            </w:r>
            <w:r w:rsidRPr="00536452">
              <w:rPr>
                <w:rStyle w:val="Hyperlink"/>
                <w:rFonts w:ascii="Verdana" w:hAnsi="Verdana"/>
                <w:b/>
                <w:color w:val="000000" w:themeColor="text1"/>
                <w:sz w:val="16"/>
                <w:szCs w:val="16"/>
                <w:lang w:val="en-GB"/>
              </w:rPr>
              <w:t>B sounds booklet(M)</w:t>
            </w:r>
          </w:p>
          <w:p w:rsidR="00861282" w:rsidRPr="006178CE" w:rsidRDefault="00861282" w:rsidP="00861282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F05C6E" w:rsidRDefault="00F05C6E" w:rsidP="00F05C6E">
            <w:pPr>
              <w:pStyle w:val="NoSpacing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Station 1 (Interactive chart)(Text chosen for the assembly) (Teacher)</w:t>
            </w:r>
          </w:p>
          <w:p w:rsidR="00F05C6E" w:rsidRDefault="00F05C6E" w:rsidP="00F05C6E">
            <w:pPr>
              <w:pStyle w:val="NoSpacing"/>
              <w:rPr>
                <w:rFonts w:ascii="Verdana" w:hAnsi="Verdana"/>
                <w:b/>
                <w:sz w:val="16"/>
                <w:szCs w:val="16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</w:rPr>
              <w:t>Station 2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(Computer and link </w:t>
            </w:r>
            <w:hyperlink r:id="rId8" w:history="1">
              <w:r w:rsidRPr="002740CA">
                <w:rPr>
                  <w:rStyle w:val="Hyperlink"/>
                  <w:rFonts w:ascii="Verdana" w:hAnsi="Verdana"/>
                  <w:b/>
                  <w:sz w:val="16"/>
                  <w:szCs w:val="16"/>
                </w:rPr>
                <w:t>http://www.bbc.co.uk/schools/laac/story/wish/sound.shtml</w:t>
              </w:r>
            </w:hyperlink>
            <w:r>
              <w:rPr>
                <w:rFonts w:ascii="Verdana" w:hAnsi="Verdana"/>
                <w:b/>
                <w:sz w:val="16"/>
                <w:szCs w:val="16"/>
              </w:rPr>
              <w:t>) (Teacher)</w:t>
            </w:r>
          </w:p>
          <w:p w:rsidR="00F05C6E" w:rsidRDefault="00F05C6E" w:rsidP="00F05C6E">
            <w:pPr>
              <w:pStyle w:val="NoSpacing"/>
              <w:rPr>
                <w:rFonts w:ascii="Verdana" w:hAnsi="Verdana"/>
                <w:sz w:val="16"/>
                <w:szCs w:val="16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</w:rPr>
              <w:t>Station 3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(Beginning sound booklet C)</w:t>
            </w:r>
          </w:p>
          <w:p w:rsidR="00F05C6E" w:rsidRDefault="00F05C6E" w:rsidP="00F05C6E">
            <w:pPr>
              <w:pStyle w:val="NoSpacing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Station 4 (Writing)</w:t>
            </w:r>
          </w:p>
          <w:p w:rsidR="006F696E" w:rsidRPr="006178CE" w:rsidRDefault="006F696E" w:rsidP="0014345D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72" w:type="dxa"/>
            <w:tcBorders>
              <w:bottom w:val="single" w:sz="4" w:space="0" w:color="auto"/>
            </w:tcBorders>
          </w:tcPr>
          <w:p w:rsidR="004B48F8" w:rsidRDefault="004B48F8" w:rsidP="004B48F8">
            <w:pPr>
              <w:pStyle w:val="NoSpacing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Station 1 Summative A.</w:t>
            </w:r>
          </w:p>
          <w:p w:rsidR="004B48F8" w:rsidRDefault="004B48F8" w:rsidP="004B48F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(Shared reading)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(Teacher) Miss </w:t>
            </w:r>
            <w:proofErr w:type="spellStart"/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Bindergarten</w:t>
            </w:r>
            <w:proofErr w:type="spellEnd"/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gets ready for kindergarten</w:t>
            </w:r>
          </w:p>
          <w:p w:rsidR="004B48F8" w:rsidRDefault="004B48F8" w:rsidP="004B48F8">
            <w:pPr>
              <w:pStyle w:val="NoSpacing"/>
              <w:rPr>
                <w:rFonts w:ascii="Verdana" w:hAnsi="Verdana"/>
                <w:b/>
                <w:sz w:val="16"/>
                <w:szCs w:val="16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</w:rPr>
              <w:t>Station 2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(Computer)</w:t>
            </w:r>
            <w:r w:rsidRPr="000902FA">
              <w:rPr>
                <w:lang w:val="en-US"/>
              </w:rPr>
              <w:t xml:space="preserve"> </w:t>
            </w:r>
            <w:hyperlink r:id="rId9" w:history="1">
              <w:r w:rsidRPr="009767EA">
                <w:rPr>
                  <w:rStyle w:val="Hyperlink"/>
                  <w:rFonts w:ascii="Verdana" w:hAnsi="Verdana"/>
                  <w:b/>
                  <w:sz w:val="16"/>
                  <w:szCs w:val="16"/>
                </w:rPr>
                <w:t>http://www.bbc.co.uk/schools/laac/words/dg1.shtm</w:t>
              </w:r>
            </w:hyperlink>
          </w:p>
          <w:p w:rsidR="00B227C3" w:rsidRPr="004B48F8" w:rsidRDefault="004B48F8" w:rsidP="006178CE">
            <w:pPr>
              <w:rPr>
                <w:rFonts w:cstheme="minorHAnsi"/>
                <w:b/>
                <w:sz w:val="20"/>
                <w:szCs w:val="20"/>
                <w:lang w:val="en-GB"/>
              </w:rPr>
            </w:pPr>
            <w:r w:rsidRPr="004B48F8">
              <w:rPr>
                <w:rFonts w:cstheme="minorHAnsi"/>
                <w:b/>
                <w:sz w:val="20"/>
                <w:szCs w:val="20"/>
                <w:lang w:val="en-GB"/>
              </w:rPr>
              <w:t>Station 3</w:t>
            </w:r>
          </w:p>
          <w:p w:rsidR="004B48F8" w:rsidRDefault="004B48F8" w:rsidP="006178CE">
            <w:pPr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(Beginning sound booklet L)(Computer 2)</w:t>
            </w:r>
          </w:p>
          <w:p w:rsidR="004B48F8" w:rsidRDefault="004B48F8" w:rsidP="004B48F8">
            <w:pPr>
              <w:pStyle w:val="NoSpacing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Station 4 </w:t>
            </w:r>
          </w:p>
          <w:p w:rsidR="004B48F8" w:rsidRDefault="004B48F8" w:rsidP="004B48F8">
            <w:pPr>
              <w:pStyle w:val="NoSpacing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(Writing)</w:t>
            </w:r>
          </w:p>
          <w:p w:rsidR="004B48F8" w:rsidRDefault="004B48F8" w:rsidP="004B48F8">
            <w:pPr>
              <w:pStyle w:val="NoSpacing"/>
              <w:rPr>
                <w:rFonts w:ascii="Verdana" w:hAnsi="Verdana"/>
                <w:sz w:val="16"/>
                <w:szCs w:val="16"/>
              </w:rPr>
            </w:pPr>
            <w:r w:rsidRPr="00D6266E">
              <w:rPr>
                <w:rFonts w:ascii="Verdana" w:hAnsi="Verdana"/>
                <w:b/>
                <w:sz w:val="16"/>
                <w:szCs w:val="16"/>
              </w:rPr>
              <w:t>Station 5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4B48F8" w:rsidRDefault="004B48F8" w:rsidP="004B48F8">
            <w:pPr>
              <w:pStyle w:val="NoSpacing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</w:t>
            </w:r>
            <w:r w:rsidRPr="00D6266E">
              <w:rPr>
                <w:rFonts w:ascii="Verdana" w:hAnsi="Verdana"/>
                <w:b/>
                <w:sz w:val="16"/>
                <w:szCs w:val="16"/>
              </w:rPr>
              <w:t>Poem This Old Man</w:t>
            </w:r>
            <w:r>
              <w:rPr>
                <w:rFonts w:ascii="Verdana" w:hAnsi="Verdana"/>
                <w:sz w:val="16"/>
                <w:szCs w:val="16"/>
              </w:rPr>
              <w:t>”)</w:t>
            </w:r>
          </w:p>
          <w:p w:rsidR="004B48F8" w:rsidRPr="004B48F8" w:rsidRDefault="004B48F8" w:rsidP="006178CE">
            <w:pPr>
              <w:rPr>
                <w:rFonts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2825A2" w:rsidRPr="002825A2" w:rsidRDefault="002825A2" w:rsidP="006178CE">
            <w:pPr>
              <w:ind w:left="360"/>
              <w:rPr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178CE" w:rsidRPr="005A600A" w:rsidRDefault="006178CE">
            <w:pPr>
              <w:rPr>
                <w:lang w:val="en-US"/>
              </w:rPr>
            </w:pPr>
          </w:p>
        </w:tc>
        <w:tc>
          <w:tcPr>
            <w:tcW w:w="2028" w:type="dxa"/>
            <w:tcBorders>
              <w:bottom w:val="single" w:sz="4" w:space="0" w:color="auto"/>
            </w:tcBorders>
          </w:tcPr>
          <w:p w:rsidR="00C464FC" w:rsidRPr="005A600A" w:rsidRDefault="00C464FC">
            <w:pPr>
              <w:rPr>
                <w:lang w:val="en-US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:rsidR="005509B4" w:rsidRPr="005A600A" w:rsidRDefault="005509B4" w:rsidP="00536452">
            <w:pPr>
              <w:rPr>
                <w:lang w:val="en-US"/>
              </w:rPr>
            </w:pPr>
          </w:p>
        </w:tc>
      </w:tr>
      <w:tr w:rsidR="00806C01" w:rsidRPr="00F05C6E" w:rsidTr="00C464FC">
        <w:tc>
          <w:tcPr>
            <w:tcW w:w="1781" w:type="dxa"/>
          </w:tcPr>
          <w:p w:rsidR="006F696E" w:rsidRDefault="001164CE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lastRenderedPageBreak/>
              <w:t>-</w:t>
            </w: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>Recognizes</w:t>
            </w:r>
            <w:r w:rsidRPr="00B24AD9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</w:t>
            </w: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 xml:space="preserve">some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ending </w:t>
            </w: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 xml:space="preserve">sounds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in poems, rhymes, tongue-twisters and songs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.</w:t>
            </w:r>
          </w:p>
          <w:p w:rsidR="001164CE" w:rsidRDefault="001164C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-</w:t>
            </w: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 xml:space="preserve">Gives examples of words with the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ending sounds </w:t>
            </w: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>requested</w:t>
            </w:r>
          </w:p>
          <w:p w:rsidR="001164CE" w:rsidRPr="00861282" w:rsidRDefault="001164CE">
            <w:pPr>
              <w:rPr>
                <w:lang w:val="en-U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  <w:r w:rsidRPr="001F691C">
              <w:rPr>
                <w:rFonts w:cstheme="minorHAnsi"/>
                <w:color w:val="000000"/>
                <w:sz w:val="20"/>
                <w:szCs w:val="20"/>
                <w:lang w:val="en-GB"/>
              </w:rPr>
              <w:t>Reads and understands high frequency words.</w:t>
            </w:r>
          </w:p>
        </w:tc>
        <w:tc>
          <w:tcPr>
            <w:tcW w:w="1813" w:type="dxa"/>
          </w:tcPr>
          <w:p w:rsidR="006F696E" w:rsidRPr="009D55ED" w:rsidRDefault="00F20AA3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>-Phonemic awareness with Fabio</w:t>
            </w:r>
          </w:p>
          <w:p w:rsidR="0000483C" w:rsidRPr="009D55ED" w:rsidRDefault="001F691C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>-Diff. reading</w:t>
            </w:r>
          </w:p>
          <w:p w:rsidR="00B227C3" w:rsidRPr="009D55ED" w:rsidRDefault="00B227C3" w:rsidP="00B227C3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>-Gross Motor skills</w:t>
            </w:r>
          </w:p>
          <w:p w:rsidR="00F20AA3" w:rsidRPr="009D55ED" w:rsidRDefault="009D55ED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>-Game 15 min b. sounds worked</w:t>
            </w:r>
          </w:p>
          <w:p w:rsidR="006F696E" w:rsidRPr="009D55ED" w:rsidRDefault="006F696E">
            <w:pPr>
              <w:rPr>
                <w:b/>
                <w:lang w:val="en-US"/>
              </w:rPr>
            </w:pPr>
          </w:p>
          <w:p w:rsidR="006F696E" w:rsidRPr="009D55ED" w:rsidRDefault="006F696E">
            <w:pPr>
              <w:rPr>
                <w:b/>
                <w:lang w:val="en-US"/>
              </w:rPr>
            </w:pPr>
          </w:p>
          <w:p w:rsidR="006F696E" w:rsidRPr="00861282" w:rsidRDefault="006F696E">
            <w:pPr>
              <w:rPr>
                <w:lang w:val="en-US"/>
              </w:rPr>
            </w:pPr>
          </w:p>
          <w:p w:rsidR="006F696E" w:rsidRPr="00861282" w:rsidRDefault="006F696E">
            <w:pPr>
              <w:rPr>
                <w:lang w:val="en-US"/>
              </w:rPr>
            </w:pPr>
          </w:p>
        </w:tc>
        <w:tc>
          <w:tcPr>
            <w:tcW w:w="1813" w:type="dxa"/>
          </w:tcPr>
          <w:p w:rsidR="00F05C6E" w:rsidRPr="009D55ED" w:rsidRDefault="00F05C6E" w:rsidP="00F05C6E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>Phonemic awareness with Fabio</w:t>
            </w:r>
          </w:p>
          <w:p w:rsidR="00F05C6E" w:rsidRPr="009D55ED" w:rsidRDefault="00F05C6E" w:rsidP="00F05C6E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>-Diff. reading</w:t>
            </w:r>
          </w:p>
          <w:p w:rsidR="00F05C6E" w:rsidRPr="009D55ED" w:rsidRDefault="00F05C6E" w:rsidP="00F05C6E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>-Gross Motor skills</w:t>
            </w:r>
          </w:p>
          <w:p w:rsidR="00F05C6E" w:rsidRPr="009D55ED" w:rsidRDefault="00F05C6E" w:rsidP="00F05C6E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>-</w:t>
            </w:r>
            <w:r>
              <w:rPr>
                <w:b/>
                <w:lang w:val="en-US"/>
              </w:rPr>
              <w:t>Circle game with dice (15min)</w:t>
            </w:r>
          </w:p>
          <w:p w:rsidR="00F05C6E" w:rsidRPr="009D55ED" w:rsidRDefault="00CD156A" w:rsidP="00F05C6E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-game ending sounds(1/2 groups)</w:t>
            </w:r>
          </w:p>
          <w:p w:rsidR="006F696E" w:rsidRPr="00861282" w:rsidRDefault="006F696E">
            <w:pPr>
              <w:rPr>
                <w:lang w:val="en-US"/>
              </w:rPr>
            </w:pPr>
          </w:p>
        </w:tc>
        <w:tc>
          <w:tcPr>
            <w:tcW w:w="2072" w:type="dxa"/>
          </w:tcPr>
          <w:p w:rsidR="004B48F8" w:rsidRPr="009D55ED" w:rsidRDefault="004B48F8" w:rsidP="004B48F8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-</w:t>
            </w:r>
            <w:r w:rsidRPr="009D55ED">
              <w:rPr>
                <w:b/>
                <w:lang w:val="en-US"/>
              </w:rPr>
              <w:t>Phonemic awareness with Fabio</w:t>
            </w:r>
          </w:p>
          <w:p w:rsidR="004B48F8" w:rsidRPr="009D55ED" w:rsidRDefault="004B48F8" w:rsidP="004B48F8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>-Diff. reading</w:t>
            </w:r>
            <w:r>
              <w:rPr>
                <w:b/>
                <w:lang w:val="en-US"/>
              </w:rPr>
              <w:t xml:space="preserve"> (HFW) Assessment</w:t>
            </w:r>
          </w:p>
          <w:p w:rsidR="004B48F8" w:rsidRPr="009D55ED" w:rsidRDefault="004B48F8" w:rsidP="004B48F8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>-Gross Motor skills</w:t>
            </w:r>
          </w:p>
          <w:p w:rsidR="00B34852" w:rsidRPr="00AD48C4" w:rsidRDefault="00B34852" w:rsidP="001F691C">
            <w:pPr>
              <w:rPr>
                <w:lang w:val="en-US"/>
              </w:rPr>
            </w:pPr>
          </w:p>
        </w:tc>
        <w:tc>
          <w:tcPr>
            <w:tcW w:w="2127" w:type="dxa"/>
          </w:tcPr>
          <w:p w:rsidR="00682766" w:rsidRPr="00AD48C4" w:rsidRDefault="00682766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6F696E" w:rsidRPr="00AD48C4" w:rsidRDefault="006F696E">
            <w:pPr>
              <w:rPr>
                <w:lang w:val="en-US"/>
              </w:rPr>
            </w:pPr>
          </w:p>
        </w:tc>
        <w:tc>
          <w:tcPr>
            <w:tcW w:w="2028" w:type="dxa"/>
          </w:tcPr>
          <w:p w:rsidR="006F696E" w:rsidRPr="00AD48C4" w:rsidRDefault="006F696E">
            <w:pPr>
              <w:rPr>
                <w:lang w:val="en-US"/>
              </w:rPr>
            </w:pPr>
          </w:p>
        </w:tc>
        <w:tc>
          <w:tcPr>
            <w:tcW w:w="1162" w:type="dxa"/>
          </w:tcPr>
          <w:p w:rsidR="006F696E" w:rsidRPr="00AD48C4" w:rsidRDefault="006F696E" w:rsidP="006F696E">
            <w:pPr>
              <w:rPr>
                <w:lang w:val="en-US"/>
              </w:rPr>
            </w:pPr>
          </w:p>
        </w:tc>
      </w:tr>
      <w:tr w:rsidR="00806C01" w:rsidRPr="00536452" w:rsidTr="00C464FC">
        <w:trPr>
          <w:trHeight w:val="1272"/>
        </w:trPr>
        <w:tc>
          <w:tcPr>
            <w:tcW w:w="1781" w:type="dxa"/>
          </w:tcPr>
          <w:p w:rsidR="001164CE" w:rsidRPr="00E54AE3" w:rsidRDefault="001164CE" w:rsidP="001164CE">
            <w:pPr>
              <w:rPr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>Identifies the meaning of images, logos and familiar signs found in illustrations, picture books, reference books and stories.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</w:p>
          <w:p w:rsidR="00E54AE3" w:rsidRPr="00E54AE3" w:rsidRDefault="00E54AE3">
            <w:pPr>
              <w:rPr>
                <w:lang w:val="en-US"/>
              </w:rPr>
            </w:pPr>
          </w:p>
        </w:tc>
        <w:tc>
          <w:tcPr>
            <w:tcW w:w="1813" w:type="dxa"/>
          </w:tcPr>
          <w:p w:rsidR="009D55ED" w:rsidRDefault="00536452">
            <w:pPr>
              <w:rPr>
                <w:b/>
                <w:lang w:val="en-US"/>
              </w:rPr>
            </w:pPr>
            <w:r>
              <w:rPr>
                <w:lang w:val="en-US"/>
              </w:rPr>
              <w:t>-</w:t>
            </w:r>
            <w:r w:rsidRPr="00536452">
              <w:rPr>
                <w:b/>
                <w:lang w:val="en-US"/>
              </w:rPr>
              <w:t>Survey</w:t>
            </w:r>
          </w:p>
          <w:p w:rsidR="006F696E" w:rsidRDefault="009D55ED">
            <w:pPr>
              <w:rPr>
                <w:lang w:val="en-US"/>
              </w:rPr>
            </w:pPr>
            <w:r>
              <w:rPr>
                <w:b/>
                <w:lang w:val="en-US"/>
              </w:rPr>
              <w:t xml:space="preserve"> (see station</w:t>
            </w:r>
            <w:r w:rsidR="001B7874">
              <w:rPr>
                <w:b/>
                <w:lang w:val="en-US"/>
              </w:rPr>
              <w:t>s</w:t>
            </w:r>
            <w:r>
              <w:rPr>
                <w:b/>
                <w:lang w:val="en-US"/>
              </w:rPr>
              <w:t>)</w:t>
            </w:r>
          </w:p>
          <w:p w:rsidR="00E54AE3" w:rsidRPr="00AD48C4" w:rsidRDefault="00E54AE3" w:rsidP="009D55ED">
            <w:pPr>
              <w:rPr>
                <w:lang w:val="en-US"/>
              </w:rPr>
            </w:pPr>
          </w:p>
        </w:tc>
        <w:tc>
          <w:tcPr>
            <w:tcW w:w="1813" w:type="dxa"/>
          </w:tcPr>
          <w:p w:rsidR="00E54AE3" w:rsidRDefault="001B7874" w:rsidP="00B227C3">
            <w:pPr>
              <w:rPr>
                <w:lang w:val="en-US"/>
              </w:rPr>
            </w:pPr>
            <w:r w:rsidRPr="00F05C6E">
              <w:rPr>
                <w:b/>
                <w:lang w:val="en-US"/>
              </w:rPr>
              <w:t>Expert Alma G</w:t>
            </w:r>
            <w:r>
              <w:rPr>
                <w:lang w:val="en-US"/>
              </w:rPr>
              <w:t>.</w:t>
            </w:r>
          </w:p>
          <w:p w:rsidR="00F05C6E" w:rsidRPr="00CD156A" w:rsidRDefault="00F05C6E" w:rsidP="00B227C3">
            <w:pPr>
              <w:rPr>
                <w:b/>
                <w:lang w:val="en-US"/>
              </w:rPr>
            </w:pPr>
            <w:r w:rsidRPr="00CD156A">
              <w:rPr>
                <w:b/>
                <w:lang w:val="en-US"/>
              </w:rPr>
              <w:t>BK 7:30-7:50</w:t>
            </w:r>
          </w:p>
          <w:p w:rsidR="00F05C6E" w:rsidRPr="00CD156A" w:rsidRDefault="00F05C6E" w:rsidP="00B227C3">
            <w:pPr>
              <w:rPr>
                <w:b/>
                <w:lang w:val="en-GB"/>
              </w:rPr>
            </w:pPr>
            <w:r w:rsidRPr="00CD156A">
              <w:rPr>
                <w:b/>
                <w:lang w:val="en-US"/>
              </w:rPr>
              <w:t xml:space="preserve">YK </w:t>
            </w:r>
            <w:r w:rsidRPr="00CD156A">
              <w:rPr>
                <w:b/>
                <w:lang w:val="en-GB"/>
              </w:rPr>
              <w:t>7:50-8:15</w:t>
            </w:r>
          </w:p>
          <w:p w:rsidR="00F05C6E" w:rsidRPr="00CD156A" w:rsidRDefault="00F05C6E" w:rsidP="00B227C3">
            <w:pPr>
              <w:rPr>
                <w:b/>
                <w:lang w:val="en-GB"/>
              </w:rPr>
            </w:pPr>
            <w:r w:rsidRPr="00CD156A">
              <w:rPr>
                <w:b/>
                <w:lang w:val="en-GB"/>
              </w:rPr>
              <w:t>GK 8:15-8:35</w:t>
            </w:r>
          </w:p>
          <w:p w:rsidR="00F05C6E" w:rsidRPr="00FA53AC" w:rsidRDefault="00F05C6E" w:rsidP="00B227C3">
            <w:pPr>
              <w:rPr>
                <w:lang w:val="en-US"/>
              </w:rPr>
            </w:pPr>
            <w:r w:rsidRPr="00CD156A">
              <w:rPr>
                <w:b/>
                <w:lang w:val="en-GB"/>
              </w:rPr>
              <w:t>RK 8:35-9:00</w:t>
            </w:r>
          </w:p>
        </w:tc>
        <w:tc>
          <w:tcPr>
            <w:tcW w:w="2072" w:type="dxa"/>
          </w:tcPr>
          <w:p w:rsidR="00B34852" w:rsidRDefault="00B34852">
            <w:pPr>
              <w:rPr>
                <w:lang w:val="en-GB"/>
              </w:rPr>
            </w:pPr>
          </w:p>
          <w:p w:rsidR="00F05C6E" w:rsidRPr="008132BC" w:rsidRDefault="00F05C6E">
            <w:pPr>
              <w:rPr>
                <w:lang w:val="en-GB"/>
              </w:rPr>
            </w:pPr>
          </w:p>
        </w:tc>
        <w:tc>
          <w:tcPr>
            <w:tcW w:w="2127" w:type="dxa"/>
          </w:tcPr>
          <w:p w:rsidR="006F696E" w:rsidRPr="00FA53AC" w:rsidRDefault="002825A2" w:rsidP="00C464F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126" w:type="dxa"/>
          </w:tcPr>
          <w:p w:rsidR="0045346E" w:rsidRPr="00FA53AC" w:rsidRDefault="0045346E" w:rsidP="00536452">
            <w:pPr>
              <w:rPr>
                <w:lang w:val="en-US"/>
              </w:rPr>
            </w:pPr>
          </w:p>
        </w:tc>
        <w:tc>
          <w:tcPr>
            <w:tcW w:w="2028" w:type="dxa"/>
          </w:tcPr>
          <w:p w:rsidR="006F696E" w:rsidRPr="00FA53AC" w:rsidRDefault="006F696E">
            <w:pPr>
              <w:rPr>
                <w:lang w:val="en-US"/>
              </w:rPr>
            </w:pPr>
          </w:p>
        </w:tc>
        <w:tc>
          <w:tcPr>
            <w:tcW w:w="1162" w:type="dxa"/>
          </w:tcPr>
          <w:p w:rsidR="006F696E" w:rsidRPr="00FA53AC" w:rsidRDefault="006F696E" w:rsidP="006F696E">
            <w:pPr>
              <w:rPr>
                <w:lang w:val="en-US"/>
              </w:rPr>
            </w:pPr>
          </w:p>
        </w:tc>
      </w:tr>
      <w:tr w:rsidR="001164CE" w:rsidRPr="001F691C" w:rsidTr="00C464FC">
        <w:trPr>
          <w:trHeight w:val="1272"/>
        </w:trPr>
        <w:tc>
          <w:tcPr>
            <w:tcW w:w="1781" w:type="dxa"/>
          </w:tcPr>
          <w:p w:rsidR="001164CE" w:rsidRDefault="001164CE" w:rsidP="001164CE">
            <w:pPr>
              <w:rPr>
                <w:rFonts w:ascii="Calibri" w:hAnsi="Calibri" w:cs="MyriadPro-Regular"/>
                <w:color w:val="FF0000"/>
                <w:sz w:val="20"/>
                <w:szCs w:val="20"/>
                <w:lang w:val="en-US" w:eastAsia="en-US"/>
              </w:rPr>
            </w:pP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>Writes assigning meaning to messages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.     </w:t>
            </w:r>
            <w:r>
              <w:rPr>
                <w:rFonts w:ascii="Calibri" w:hAnsi="Calibri" w:cs="MyriadPro-Regular"/>
                <w:color w:val="FF0000"/>
                <w:sz w:val="20"/>
                <w:szCs w:val="20"/>
                <w:lang w:val="en-US" w:eastAsia="en-US"/>
              </w:rPr>
              <w:t>(Phase 1) (Cards)</w:t>
            </w:r>
          </w:p>
          <w:p w:rsidR="001164CE" w:rsidRDefault="001164CE" w:rsidP="001164CE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1813" w:type="dxa"/>
          </w:tcPr>
          <w:p w:rsidR="00536452" w:rsidRDefault="00536452" w:rsidP="00536452">
            <w:pPr>
              <w:rPr>
                <w:lang w:val="en-US"/>
              </w:rPr>
            </w:pPr>
            <w:r>
              <w:rPr>
                <w:lang w:val="en-US"/>
              </w:rPr>
              <w:t>Writing class 3</w:t>
            </w:r>
          </w:p>
          <w:p w:rsidR="001164CE" w:rsidRDefault="00536452" w:rsidP="00536452">
            <w:pPr>
              <w:rPr>
                <w:lang w:val="en-US"/>
              </w:rPr>
            </w:pPr>
            <w:r>
              <w:rPr>
                <w:lang w:val="en-US"/>
              </w:rPr>
              <w:t>(Writing invitation and thank you cards)</w:t>
            </w:r>
          </w:p>
          <w:p w:rsidR="00536452" w:rsidRDefault="00536452" w:rsidP="00536452">
            <w:pPr>
              <w:rPr>
                <w:lang w:val="en-US"/>
              </w:rPr>
            </w:pPr>
            <w:r>
              <w:rPr>
                <w:lang w:val="en-US"/>
              </w:rPr>
              <w:t>(See stations above)</w:t>
            </w:r>
          </w:p>
        </w:tc>
        <w:tc>
          <w:tcPr>
            <w:tcW w:w="1813" w:type="dxa"/>
          </w:tcPr>
          <w:p w:rsidR="00F05C6E" w:rsidRPr="00F05C6E" w:rsidRDefault="00F05C6E" w:rsidP="00F05C6E">
            <w:pPr>
              <w:rPr>
                <w:b/>
                <w:lang w:val="en-US"/>
              </w:rPr>
            </w:pPr>
            <w:r w:rsidRPr="00F05C6E">
              <w:rPr>
                <w:b/>
                <w:lang w:val="en-US"/>
              </w:rPr>
              <w:t>Writing class 4</w:t>
            </w:r>
          </w:p>
          <w:p w:rsidR="00F05C6E" w:rsidRPr="00CD156A" w:rsidRDefault="00F05C6E" w:rsidP="00F05C6E">
            <w:pPr>
              <w:rPr>
                <w:b/>
                <w:lang w:val="en-US"/>
              </w:rPr>
            </w:pPr>
            <w:r w:rsidRPr="00CD156A">
              <w:rPr>
                <w:b/>
                <w:lang w:val="en-US"/>
              </w:rPr>
              <w:t>(Writing invitation and thank you cards)</w:t>
            </w:r>
          </w:p>
          <w:p w:rsidR="001164CE" w:rsidRDefault="00F05C6E" w:rsidP="00F05C6E">
            <w:pPr>
              <w:rPr>
                <w:lang w:val="en-US"/>
              </w:rPr>
            </w:pPr>
            <w:r w:rsidRPr="00CD156A">
              <w:rPr>
                <w:b/>
                <w:lang w:val="en-US"/>
              </w:rPr>
              <w:t>(See stations above)</w:t>
            </w:r>
          </w:p>
        </w:tc>
        <w:tc>
          <w:tcPr>
            <w:tcW w:w="2072" w:type="dxa"/>
          </w:tcPr>
          <w:p w:rsidR="001164CE" w:rsidRPr="008132BC" w:rsidRDefault="001164CE">
            <w:pPr>
              <w:rPr>
                <w:lang w:val="en-GB"/>
              </w:rPr>
            </w:pPr>
          </w:p>
        </w:tc>
        <w:tc>
          <w:tcPr>
            <w:tcW w:w="2127" w:type="dxa"/>
          </w:tcPr>
          <w:p w:rsidR="001164CE" w:rsidRPr="00FA53AC" w:rsidRDefault="001164CE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1164CE" w:rsidRPr="00FA53AC" w:rsidRDefault="001164CE">
            <w:pPr>
              <w:rPr>
                <w:lang w:val="en-US"/>
              </w:rPr>
            </w:pPr>
          </w:p>
        </w:tc>
        <w:tc>
          <w:tcPr>
            <w:tcW w:w="2028" w:type="dxa"/>
          </w:tcPr>
          <w:p w:rsidR="00C464FC" w:rsidRPr="00FA53AC" w:rsidRDefault="00C464FC">
            <w:pPr>
              <w:rPr>
                <w:lang w:val="en-US"/>
              </w:rPr>
            </w:pPr>
          </w:p>
        </w:tc>
        <w:tc>
          <w:tcPr>
            <w:tcW w:w="1162" w:type="dxa"/>
          </w:tcPr>
          <w:p w:rsidR="001164CE" w:rsidRPr="00FA53AC" w:rsidRDefault="001164CE" w:rsidP="006F696E">
            <w:pPr>
              <w:rPr>
                <w:lang w:val="en-US"/>
              </w:rPr>
            </w:pPr>
          </w:p>
        </w:tc>
      </w:tr>
    </w:tbl>
    <w:p w:rsidR="007E3654" w:rsidRPr="008A7D0B" w:rsidRDefault="007E3654">
      <w:pPr>
        <w:rPr>
          <w:lang w:val="en-US"/>
        </w:rPr>
      </w:pPr>
    </w:p>
    <w:sectPr w:rsidR="007E3654" w:rsidRPr="008A7D0B" w:rsidSect="005A600A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A098F"/>
    <w:multiLevelType w:val="hybridMultilevel"/>
    <w:tmpl w:val="2898B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CF50CA"/>
    <w:multiLevelType w:val="hybridMultilevel"/>
    <w:tmpl w:val="9DF8C0C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9A0501"/>
    <w:multiLevelType w:val="hybridMultilevel"/>
    <w:tmpl w:val="68E0C6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712221"/>
    <w:multiLevelType w:val="hybridMultilevel"/>
    <w:tmpl w:val="EC46F522"/>
    <w:lvl w:ilvl="0" w:tplc="AEA46756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635" w:hanging="360"/>
      </w:pPr>
    </w:lvl>
    <w:lvl w:ilvl="2" w:tplc="240A001B" w:tentative="1">
      <w:start w:val="1"/>
      <w:numFmt w:val="lowerRoman"/>
      <w:lvlText w:val="%3."/>
      <w:lvlJc w:val="right"/>
      <w:pPr>
        <w:ind w:left="2355" w:hanging="180"/>
      </w:pPr>
    </w:lvl>
    <w:lvl w:ilvl="3" w:tplc="240A000F" w:tentative="1">
      <w:start w:val="1"/>
      <w:numFmt w:val="decimal"/>
      <w:lvlText w:val="%4."/>
      <w:lvlJc w:val="left"/>
      <w:pPr>
        <w:ind w:left="3075" w:hanging="360"/>
      </w:pPr>
    </w:lvl>
    <w:lvl w:ilvl="4" w:tplc="240A0019" w:tentative="1">
      <w:start w:val="1"/>
      <w:numFmt w:val="lowerLetter"/>
      <w:lvlText w:val="%5."/>
      <w:lvlJc w:val="left"/>
      <w:pPr>
        <w:ind w:left="3795" w:hanging="360"/>
      </w:pPr>
    </w:lvl>
    <w:lvl w:ilvl="5" w:tplc="240A001B" w:tentative="1">
      <w:start w:val="1"/>
      <w:numFmt w:val="lowerRoman"/>
      <w:lvlText w:val="%6."/>
      <w:lvlJc w:val="right"/>
      <w:pPr>
        <w:ind w:left="4515" w:hanging="180"/>
      </w:pPr>
    </w:lvl>
    <w:lvl w:ilvl="6" w:tplc="240A000F" w:tentative="1">
      <w:start w:val="1"/>
      <w:numFmt w:val="decimal"/>
      <w:lvlText w:val="%7."/>
      <w:lvlJc w:val="left"/>
      <w:pPr>
        <w:ind w:left="5235" w:hanging="360"/>
      </w:pPr>
    </w:lvl>
    <w:lvl w:ilvl="7" w:tplc="240A0019" w:tentative="1">
      <w:start w:val="1"/>
      <w:numFmt w:val="lowerLetter"/>
      <w:lvlText w:val="%8."/>
      <w:lvlJc w:val="left"/>
      <w:pPr>
        <w:ind w:left="5955" w:hanging="360"/>
      </w:pPr>
    </w:lvl>
    <w:lvl w:ilvl="8" w:tplc="240A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5B4125C8"/>
    <w:multiLevelType w:val="hybridMultilevel"/>
    <w:tmpl w:val="ECAE7C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28963F4"/>
    <w:multiLevelType w:val="hybridMultilevel"/>
    <w:tmpl w:val="C91EFD6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322696"/>
    <w:multiLevelType w:val="hybridMultilevel"/>
    <w:tmpl w:val="8C8EC6A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282"/>
    <w:rsid w:val="0000483C"/>
    <w:rsid w:val="0003246F"/>
    <w:rsid w:val="000923D9"/>
    <w:rsid w:val="001164CE"/>
    <w:rsid w:val="0014345D"/>
    <w:rsid w:val="001B652C"/>
    <w:rsid w:val="001B7874"/>
    <w:rsid w:val="001C243C"/>
    <w:rsid w:val="001C32BE"/>
    <w:rsid w:val="001F691C"/>
    <w:rsid w:val="0020149A"/>
    <w:rsid w:val="002305DB"/>
    <w:rsid w:val="00264492"/>
    <w:rsid w:val="00264B1B"/>
    <w:rsid w:val="002825A2"/>
    <w:rsid w:val="002E46D7"/>
    <w:rsid w:val="002F1B32"/>
    <w:rsid w:val="00317904"/>
    <w:rsid w:val="003235A0"/>
    <w:rsid w:val="003313B2"/>
    <w:rsid w:val="00344720"/>
    <w:rsid w:val="0035054A"/>
    <w:rsid w:val="00350A8D"/>
    <w:rsid w:val="00355AF1"/>
    <w:rsid w:val="003618D7"/>
    <w:rsid w:val="0038020B"/>
    <w:rsid w:val="003956E8"/>
    <w:rsid w:val="0044180B"/>
    <w:rsid w:val="0044297C"/>
    <w:rsid w:val="0045346E"/>
    <w:rsid w:val="004B48F8"/>
    <w:rsid w:val="004D306F"/>
    <w:rsid w:val="004F5538"/>
    <w:rsid w:val="00536452"/>
    <w:rsid w:val="005509B4"/>
    <w:rsid w:val="005711A4"/>
    <w:rsid w:val="005738F7"/>
    <w:rsid w:val="005A600A"/>
    <w:rsid w:val="006178CE"/>
    <w:rsid w:val="006324A2"/>
    <w:rsid w:val="006664D5"/>
    <w:rsid w:val="00682766"/>
    <w:rsid w:val="00695040"/>
    <w:rsid w:val="006A1842"/>
    <w:rsid w:val="006F2DB8"/>
    <w:rsid w:val="006F696E"/>
    <w:rsid w:val="00726FEB"/>
    <w:rsid w:val="007432E0"/>
    <w:rsid w:val="00785B55"/>
    <w:rsid w:val="007E3654"/>
    <w:rsid w:val="00806C01"/>
    <w:rsid w:val="0081077E"/>
    <w:rsid w:val="008132BC"/>
    <w:rsid w:val="00843566"/>
    <w:rsid w:val="0085391E"/>
    <w:rsid w:val="00861282"/>
    <w:rsid w:val="00870DF1"/>
    <w:rsid w:val="00896A3C"/>
    <w:rsid w:val="008A7D0B"/>
    <w:rsid w:val="008C24AB"/>
    <w:rsid w:val="008D2F53"/>
    <w:rsid w:val="00906CA2"/>
    <w:rsid w:val="009078F1"/>
    <w:rsid w:val="00993DC1"/>
    <w:rsid w:val="009D55ED"/>
    <w:rsid w:val="009F0181"/>
    <w:rsid w:val="00A14C1C"/>
    <w:rsid w:val="00A27465"/>
    <w:rsid w:val="00A352BF"/>
    <w:rsid w:val="00A422EC"/>
    <w:rsid w:val="00A47530"/>
    <w:rsid w:val="00A502B5"/>
    <w:rsid w:val="00A70323"/>
    <w:rsid w:val="00AB62C6"/>
    <w:rsid w:val="00AD48C4"/>
    <w:rsid w:val="00AE4D95"/>
    <w:rsid w:val="00B227C3"/>
    <w:rsid w:val="00B34852"/>
    <w:rsid w:val="00B453BB"/>
    <w:rsid w:val="00B81719"/>
    <w:rsid w:val="00C32341"/>
    <w:rsid w:val="00C464FC"/>
    <w:rsid w:val="00C554C1"/>
    <w:rsid w:val="00CD156A"/>
    <w:rsid w:val="00CE1AB7"/>
    <w:rsid w:val="00E01EE4"/>
    <w:rsid w:val="00E25D32"/>
    <w:rsid w:val="00E54AE3"/>
    <w:rsid w:val="00E6457B"/>
    <w:rsid w:val="00E82DED"/>
    <w:rsid w:val="00F046FC"/>
    <w:rsid w:val="00F05C6E"/>
    <w:rsid w:val="00F20AA3"/>
    <w:rsid w:val="00F32345"/>
    <w:rsid w:val="00F94A5D"/>
    <w:rsid w:val="00FA0AD4"/>
    <w:rsid w:val="00FA2415"/>
    <w:rsid w:val="00FA53AC"/>
    <w:rsid w:val="00FB1C37"/>
    <w:rsid w:val="00FD14E5"/>
    <w:rsid w:val="00FE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A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817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yperlink">
    <w:name w:val="Hyperlink"/>
    <w:basedOn w:val="DefaultParagraphFont"/>
    <w:uiPriority w:val="99"/>
    <w:unhideWhenUsed/>
    <w:rsid w:val="00FA241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0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A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A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817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yperlink">
    <w:name w:val="Hyperlink"/>
    <w:basedOn w:val="DefaultParagraphFont"/>
    <w:uiPriority w:val="99"/>
    <w:unhideWhenUsed/>
    <w:rsid w:val="00FA241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0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A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bc.co.uk/schools/laac/story/wish/sound.s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professorgarfield.org/Phonemics/chickenCoop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bbc.co.uk/schools/laac/words/dg1.sht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adri&#241;an\Desktop\Spread%20sheet%20%20L2%20nov%20201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E63BB-34E5-4BC4-8A22-6BA4F5C18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Spread sheet  L2 nov 2012</Template>
  <TotalTime>0</TotalTime>
  <Pages>2</Pages>
  <Words>398</Words>
  <Characters>2195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Madriñan</dc:creator>
  <cp:lastModifiedBy>Claudia Madriñan</cp:lastModifiedBy>
  <cp:revision>2</cp:revision>
  <cp:lastPrinted>2012-11-15T19:02:00Z</cp:lastPrinted>
  <dcterms:created xsi:type="dcterms:W3CDTF">2013-03-06T15:22:00Z</dcterms:created>
  <dcterms:modified xsi:type="dcterms:W3CDTF">2013-03-06T15:22:00Z</dcterms:modified>
</cp:coreProperties>
</file>